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FF21E7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propustky – lokalita v kútě v k. ú. havřice </w:t>
            </w:r>
          </w:p>
          <w:p w:rsidR="00FF21E7" w:rsidRPr="003239CB" w:rsidRDefault="00FF21E7" w:rsidP="00DD1F5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lokalita Rubaniska v k. ú. těšov</w:t>
            </w:r>
            <w:bookmarkStart w:id="0" w:name="_GoBack"/>
            <w:bookmarkEnd w:id="0"/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58066C">
            <w:pPr>
              <w:rPr>
                <w:szCs w:val="20"/>
              </w:rPr>
            </w:pPr>
            <w:r>
              <w:t xml:space="preserve">Ing. </w:t>
            </w:r>
            <w:r w:rsidR="00A07E5C">
              <w:t>Mir</w:t>
            </w:r>
            <w:r w:rsidR="0058066C">
              <w:t>o</w:t>
            </w:r>
            <w:r w:rsidR="00A07E5C">
              <w:t>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8E606C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</w:t>
            </w:r>
            <w:r w:rsidR="005271B4">
              <w:rPr>
                <w:rFonts w:ascii="Arial" w:hAnsi="Arial" w:cs="Arial"/>
                <w:sz w:val="20"/>
              </w:rPr>
              <w:t>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46E17"/>
    <w:rsid w:val="00555709"/>
    <w:rsid w:val="00570C96"/>
    <w:rsid w:val="005738A1"/>
    <w:rsid w:val="0058066C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E606C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309E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A1C62"/>
    <w:rsid w:val="00DC1457"/>
    <w:rsid w:val="00DC7DF9"/>
    <w:rsid w:val="00DD1F56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EC512C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  <w:rsid w:val="00FF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C36D5-58B7-4DC8-9E4A-2F4DBBB4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EDE3AE35</Template>
  <TotalTime>12</TotalTime>
  <Pages>1</Pages>
  <Words>138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9</cp:revision>
  <cp:lastPrinted>2022-09-06T08:53:00Z</cp:lastPrinted>
  <dcterms:created xsi:type="dcterms:W3CDTF">2025-01-21T08:10:00Z</dcterms:created>
  <dcterms:modified xsi:type="dcterms:W3CDTF">2025-05-30T08:49:00Z</dcterms:modified>
</cp:coreProperties>
</file>